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78F1E" w14:textId="432352B4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 xml:space="preserve">Приложение № </w:t>
      </w:r>
      <w:r w:rsidR="00415A44">
        <w:rPr>
          <w:rFonts w:eastAsia="Times New Roman"/>
          <w:szCs w:val="28"/>
          <w:lang w:eastAsia="ru-RU"/>
        </w:rPr>
        <w:t>7</w:t>
      </w:r>
    </w:p>
    <w:p w14:paraId="334A71CD" w14:textId="77777777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>к решению Совета муниципального</w:t>
      </w:r>
    </w:p>
    <w:p w14:paraId="49FCA1B6" w14:textId="77777777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>образования Новокубанский район</w:t>
      </w:r>
    </w:p>
    <w:p w14:paraId="190E0624" w14:textId="65C82039" w:rsid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 xml:space="preserve">от </w:t>
      </w:r>
      <w:r w:rsidR="000841A1">
        <w:rPr>
          <w:rFonts w:eastAsia="Times New Roman"/>
          <w:szCs w:val="28"/>
          <w:lang w:eastAsia="ru-RU"/>
        </w:rPr>
        <w:t>24.08.</w:t>
      </w:r>
      <w:r w:rsidR="00F45D0C">
        <w:rPr>
          <w:rFonts w:eastAsia="Times New Roman"/>
          <w:szCs w:val="28"/>
          <w:lang w:eastAsia="ru-RU"/>
        </w:rPr>
        <w:t>2023 года</w:t>
      </w:r>
      <w:r w:rsidRPr="00017C75">
        <w:rPr>
          <w:rFonts w:eastAsia="Times New Roman"/>
          <w:szCs w:val="28"/>
          <w:lang w:eastAsia="ru-RU"/>
        </w:rPr>
        <w:t xml:space="preserve"> № </w:t>
      </w:r>
      <w:r w:rsidR="000841A1">
        <w:rPr>
          <w:rFonts w:eastAsia="Times New Roman"/>
          <w:szCs w:val="28"/>
          <w:lang w:eastAsia="ru-RU"/>
        </w:rPr>
        <w:t>381</w:t>
      </w:r>
      <w:bookmarkStart w:id="0" w:name="_GoBack"/>
      <w:bookmarkEnd w:id="0"/>
    </w:p>
    <w:p w14:paraId="2202F842" w14:textId="77777777" w:rsidR="00017C75" w:rsidRDefault="00017C75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4A0E4F3F" w:rsidR="000A3528" w:rsidRPr="000A3528" w:rsidRDefault="00A42C8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0A3528"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5C96D7E3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</w:t>
      </w:r>
      <w:r w:rsidR="00567E69">
        <w:rPr>
          <w:rFonts w:eastAsia="Times New Roman"/>
          <w:bCs/>
          <w:szCs w:val="28"/>
          <w:lang w:eastAsia="ru-RU"/>
        </w:rPr>
        <w:t xml:space="preserve"> ноября </w:t>
      </w:r>
      <w:r w:rsidRPr="00E36A73">
        <w:rPr>
          <w:rFonts w:eastAsia="Times New Roman"/>
          <w:bCs/>
          <w:szCs w:val="28"/>
          <w:lang w:eastAsia="ru-RU"/>
        </w:rPr>
        <w:t>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16DED" w:rsidRPr="00A42C88" w14:paraId="5CF153F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216DED" w:rsidRPr="00A42C88" w:rsidRDefault="00216DED" w:rsidP="00216DE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216DED" w:rsidRPr="00A42C88" w:rsidRDefault="00216DED" w:rsidP="00216DED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595E" w14:textId="0546292C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214 682,5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61FD" w14:textId="5558F3A4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179 668,8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DAF" w14:textId="046898C9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182 130,2</w:t>
            </w:r>
          </w:p>
        </w:tc>
      </w:tr>
      <w:tr w:rsidR="00216DED" w:rsidRPr="00A42C88" w14:paraId="01645D26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72C2" w14:textId="6903D4E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568A" w14:textId="73DAE0B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D2B5" w14:textId="4C203CC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</w:tr>
      <w:tr w:rsidR="00216DED" w:rsidRPr="00A42C88" w14:paraId="291C4658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2E35" w14:textId="4C5599A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88 854,0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ABCD" w14:textId="41F5BFD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BDC0" w14:textId="50F8754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</w:tr>
      <w:tr w:rsidR="00216DED" w:rsidRPr="00A42C88" w14:paraId="48954A5C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3877" w14:textId="6C8B4BD3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58 619,0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15E8" w14:textId="1C40E70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60 962,5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359A" w14:textId="4AD8CEE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63 402,2</w:t>
            </w:r>
          </w:p>
        </w:tc>
      </w:tr>
      <w:tr w:rsidR="00216DED" w:rsidRPr="00A42C88" w14:paraId="60A922B7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826" w14:textId="11081E9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49 772,8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F797" w14:textId="6E696B8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0EA9" w14:textId="68A1D17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</w:tr>
      <w:tr w:rsidR="00216DED" w:rsidRPr="00A42C88" w14:paraId="37F9961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73C6" w14:textId="1B1FD64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7 214,9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388B" w14:textId="47B0C72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D628" w14:textId="08DF1E7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</w:tr>
      <w:tr w:rsidR="00216DED" w:rsidRPr="00A42C88" w14:paraId="57B4371B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22B8" w14:textId="745583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1 477,8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DA8" w14:textId="2BBD4DB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1 319,5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4D39" w14:textId="0AE79C3C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1 324,6</w:t>
            </w:r>
          </w:p>
        </w:tc>
      </w:tr>
      <w:tr w:rsidR="00216DED" w:rsidRPr="00A42C88" w14:paraId="4D98DBA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B752" w14:textId="1B33046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6DB4" w14:textId="1255DA9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4C9D" w14:textId="12EC32E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</w:tr>
      <w:tr w:rsidR="00216DED" w:rsidRPr="00A42C88" w14:paraId="65903FF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624D" w14:textId="0E4A9C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F0ED" w14:textId="1E7C380D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7C7A" w14:textId="0AD6461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</w:tr>
      <w:tr w:rsidR="00216DED" w:rsidRPr="00A42C88" w14:paraId="51035EE1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BAA8" w14:textId="41429D4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2 353,7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B6FD" w14:textId="71936F3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00C5" w14:textId="72C54670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</w:tr>
      <w:tr w:rsidR="00216DED" w:rsidRPr="00A42C88" w14:paraId="6622985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2735" w14:textId="5A51510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4 416,3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2705" w14:textId="5AD30EC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2 187,0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3F1" w14:textId="42BB8DE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2 203,6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E5164E" w14:textId="77777777" w:rsidR="00567E69" w:rsidRDefault="00567E69" w:rsidP="00461704">
      <w:pPr>
        <w:jc w:val="both"/>
        <w:rPr>
          <w:szCs w:val="28"/>
        </w:rPr>
      </w:pPr>
    </w:p>
    <w:p w14:paraId="217655DC" w14:textId="6C9564F5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финансового управления</w:t>
      </w:r>
    </w:p>
    <w:p w14:paraId="02124899" w14:textId="77777777" w:rsidR="00567E69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</w:t>
      </w:r>
    </w:p>
    <w:p w14:paraId="7C7626FA" w14:textId="6796AA11" w:rsidR="00627195" w:rsidRPr="002C65D5" w:rsidRDefault="004506EE" w:rsidP="00567E69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образования</w:t>
      </w:r>
      <w:r w:rsidR="00567E69">
        <w:rPr>
          <w:rFonts w:eastAsia="Calibri"/>
          <w:szCs w:val="28"/>
        </w:rPr>
        <w:t xml:space="preserve"> </w:t>
      </w:r>
      <w:r w:rsidRPr="004506EE">
        <w:rPr>
          <w:rFonts w:eastAsia="Calibri"/>
          <w:szCs w:val="28"/>
        </w:rPr>
        <w:t>Новокубанский район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8457" w14:textId="77777777" w:rsidR="001C4DF6" w:rsidRDefault="001C4DF6" w:rsidP="00E12559">
      <w:r>
        <w:separator/>
      </w:r>
    </w:p>
  </w:endnote>
  <w:endnote w:type="continuationSeparator" w:id="0">
    <w:p w14:paraId="58F6083C" w14:textId="77777777" w:rsidR="001C4DF6" w:rsidRDefault="001C4DF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E71F3" w14:textId="77777777" w:rsidR="001C4DF6" w:rsidRDefault="001C4DF6" w:rsidP="00E12559">
      <w:r>
        <w:separator/>
      </w:r>
    </w:p>
  </w:footnote>
  <w:footnote w:type="continuationSeparator" w:id="0">
    <w:p w14:paraId="33514E96" w14:textId="77777777" w:rsidR="001C4DF6" w:rsidRDefault="001C4DF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0841A1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1A1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C4DF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6DED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5A44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67E69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026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17EDC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5A90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1814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5D0C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BDD912"/>
  <w15:docId w15:val="{0E0BD7AC-A590-42B3-BC7E-EFAC3636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05D4-3456-4A39-9853-7C84216F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572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126</cp:revision>
  <cp:lastPrinted>2023-08-30T07:24:00Z</cp:lastPrinted>
  <dcterms:created xsi:type="dcterms:W3CDTF">2017-09-18T13:02:00Z</dcterms:created>
  <dcterms:modified xsi:type="dcterms:W3CDTF">2023-08-30T07:24:00Z</dcterms:modified>
</cp:coreProperties>
</file>